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FD5FC-DC98-477E-9F0E-98044F14690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